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40C24832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B1918">
        <w:rPr>
          <w:rFonts w:ascii="Corbel" w:hAnsi="Corbel"/>
          <w:b/>
          <w:smallCaps/>
          <w:sz w:val="24"/>
          <w:szCs w:val="24"/>
        </w:rPr>
        <w:t>2019-2022</w:t>
      </w:r>
    </w:p>
    <w:p w14:paraId="40608001" w14:textId="59FD6A5E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2B1918">
        <w:rPr>
          <w:rFonts w:ascii="Corbel" w:hAnsi="Corbel"/>
          <w:sz w:val="24"/>
          <w:szCs w:val="24"/>
        </w:rPr>
        <w:t>0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2B1918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1E9BB4E" w:rsidR="00EF550B" w:rsidRPr="000079A8" w:rsidRDefault="00D1407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CA6D4" w14:textId="22793E5B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hab. Dariusz Urban, prof. </w:t>
            </w:r>
            <w:proofErr w:type="spellStart"/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0079A8">
        <w:rPr>
          <w:rFonts w:ascii="Corbel" w:hAnsi="Corbel"/>
          <w:sz w:val="24"/>
          <w:szCs w:val="24"/>
        </w:rPr>
        <w:t>ECTS</w:t>
      </w:r>
      <w:proofErr w:type="spellEnd"/>
      <w:r w:rsidRPr="000079A8">
        <w:rPr>
          <w:rFonts w:ascii="Corbel" w:hAnsi="Corbel"/>
          <w:sz w:val="24"/>
          <w:szCs w:val="24"/>
        </w:rPr>
        <w:t xml:space="preserve">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0079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51EB877A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14303159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istoty ubezpieczenia, charakteru </w:t>
            </w:r>
            <w:proofErr w:type="spellStart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ryzyk</w:t>
            </w:r>
            <w:proofErr w:type="spellEnd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079A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079A8">
        <w:rPr>
          <w:rFonts w:ascii="Corbel" w:hAnsi="Corbel"/>
          <w:b/>
          <w:sz w:val="24"/>
          <w:szCs w:val="24"/>
        </w:rPr>
        <w:t xml:space="preserve">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271792CE" w:rsidR="0085747A" w:rsidRPr="000079A8" w:rsidRDefault="00374148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079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79BEC564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</w:t>
            </w:r>
            <w:r w:rsidR="003741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079A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079A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Kowalewski O., Bankowość międzynarodowa : próba nowego podejścia. Ofic. Wyd.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Białas M., Mazur Z.,. Bankowość wczoraj i dziś.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</w:t>
            </w: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SGH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EE98" w14:textId="77777777" w:rsidR="00482D2D" w:rsidRDefault="00482D2D" w:rsidP="00C16ABF">
      <w:pPr>
        <w:spacing w:after="0" w:line="240" w:lineRule="auto"/>
      </w:pPr>
      <w:r>
        <w:separator/>
      </w:r>
    </w:p>
  </w:endnote>
  <w:endnote w:type="continuationSeparator" w:id="0">
    <w:p w14:paraId="0882FC0C" w14:textId="77777777" w:rsidR="00482D2D" w:rsidRDefault="00482D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E3434" w14:textId="77777777" w:rsidR="00482D2D" w:rsidRDefault="00482D2D" w:rsidP="00C16ABF">
      <w:pPr>
        <w:spacing w:after="0" w:line="240" w:lineRule="auto"/>
      </w:pPr>
      <w:r>
        <w:separator/>
      </w:r>
    </w:p>
  </w:footnote>
  <w:footnote w:type="continuationSeparator" w:id="0">
    <w:p w14:paraId="5F0EF720" w14:textId="77777777" w:rsidR="00482D2D" w:rsidRDefault="00482D2D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91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414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2D2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808"/>
    <w:rsid w:val="007A4022"/>
    <w:rsid w:val="007A6E6E"/>
    <w:rsid w:val="007B3369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40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EC7786-37FB-4090-B7D8-DDD5016B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2020-10-30T10:53:00Z</dcterms:created>
  <dcterms:modified xsi:type="dcterms:W3CDTF">2021-11-05T11:05:00Z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